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8D7" w:rsidRPr="00E6484F" w:rsidRDefault="00B478D7" w:rsidP="00C42780">
      <w:pPr>
        <w:overflowPunct/>
        <w:spacing w:line="276" w:lineRule="auto"/>
        <w:ind w:left="4956" w:firstLine="708"/>
        <w:textAlignment w:val="auto"/>
        <w:rPr>
          <w:color w:val="000000"/>
          <w:szCs w:val="24"/>
        </w:rPr>
      </w:pPr>
      <w:bookmarkStart w:id="0" w:name="_GoBack"/>
      <w:bookmarkEnd w:id="0"/>
    </w:p>
    <w:p w:rsidR="008D27DB" w:rsidRPr="00054396" w:rsidRDefault="008D27DB" w:rsidP="008D27DB">
      <w:pPr>
        <w:jc w:val="center"/>
        <w:rPr>
          <w:color w:val="000000"/>
          <w:szCs w:val="24"/>
        </w:rPr>
      </w:pPr>
      <w:r w:rsidRPr="00D30850">
        <w:rPr>
          <w:color w:val="C00000"/>
          <w:sz w:val="36"/>
          <w:szCs w:val="36"/>
        </w:rPr>
        <w:t xml:space="preserve">SCHEDA DI ADESIONE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8D27DB" w:rsidRPr="00054396" w:rsidTr="00E36DA4">
        <w:trPr>
          <w:jc w:val="center"/>
        </w:trPr>
        <w:tc>
          <w:tcPr>
            <w:tcW w:w="9339" w:type="dxa"/>
            <w:shd w:val="clear" w:color="auto" w:fill="auto"/>
          </w:tcPr>
          <w:p w:rsidR="008D27DB" w:rsidRPr="00054396" w:rsidRDefault="008D27DB" w:rsidP="00E36DA4">
            <w:pPr>
              <w:jc w:val="center"/>
              <w:rPr>
                <w:b/>
                <w:color w:val="17365D"/>
                <w:sz w:val="40"/>
                <w:szCs w:val="40"/>
              </w:rPr>
            </w:pPr>
          </w:p>
          <w:p w:rsidR="008D27DB" w:rsidRPr="00C56C7E" w:rsidRDefault="008D27DB" w:rsidP="00E36DA4">
            <w:pPr>
              <w:jc w:val="center"/>
              <w:rPr>
                <w:color w:val="002060"/>
                <w:sz w:val="32"/>
                <w:szCs w:val="32"/>
              </w:rPr>
            </w:pPr>
            <w:r w:rsidRPr="00C56C7E">
              <w:rPr>
                <w:color w:val="002060"/>
                <w:sz w:val="32"/>
                <w:szCs w:val="32"/>
              </w:rPr>
              <w:t>Corso di formazione per docenti di scienze motorie</w:t>
            </w:r>
          </w:p>
          <w:p w:rsidR="008D27DB" w:rsidRDefault="00CF1072" w:rsidP="00E36DA4">
            <w:pPr>
              <w:jc w:val="center"/>
              <w:rPr>
                <w:b/>
                <w:color w:val="002060"/>
                <w:sz w:val="32"/>
                <w:szCs w:val="32"/>
              </w:rPr>
            </w:pPr>
            <w:r>
              <w:rPr>
                <w:b/>
                <w:color w:val="002060"/>
                <w:sz w:val="32"/>
                <w:szCs w:val="32"/>
              </w:rPr>
              <w:t>“</w:t>
            </w:r>
            <w:r w:rsidR="008D27DB" w:rsidRPr="00C56C7E">
              <w:rPr>
                <w:b/>
                <w:color w:val="002060"/>
                <w:sz w:val="32"/>
                <w:szCs w:val="32"/>
              </w:rPr>
              <w:t xml:space="preserve">Volley S3 – </w:t>
            </w:r>
            <w:r>
              <w:rPr>
                <w:b/>
                <w:color w:val="002060"/>
                <w:sz w:val="32"/>
                <w:szCs w:val="32"/>
              </w:rPr>
              <w:t>Forme di gioco per la scuola</w:t>
            </w:r>
            <w:r w:rsidR="008D27DB" w:rsidRPr="00C56C7E">
              <w:rPr>
                <w:b/>
                <w:color w:val="002060"/>
                <w:sz w:val="32"/>
                <w:szCs w:val="32"/>
              </w:rPr>
              <w:t>”</w:t>
            </w:r>
          </w:p>
          <w:p w:rsidR="00CF1072" w:rsidRDefault="00CF1072" w:rsidP="00E36DA4">
            <w:pPr>
              <w:jc w:val="center"/>
              <w:rPr>
                <w:b/>
                <w:color w:val="002060"/>
                <w:sz w:val="32"/>
                <w:szCs w:val="32"/>
              </w:rPr>
            </w:pPr>
            <w:r>
              <w:rPr>
                <w:b/>
                <w:color w:val="002060"/>
                <w:sz w:val="32"/>
                <w:szCs w:val="32"/>
              </w:rPr>
              <w:t>Palestra SM “Curzi” San Benedetto del Tronto</w:t>
            </w:r>
          </w:p>
          <w:p w:rsidR="00CF1072" w:rsidRPr="00C56C7E" w:rsidRDefault="00CF1072" w:rsidP="00E36DA4">
            <w:pPr>
              <w:jc w:val="center"/>
              <w:rPr>
                <w:b/>
                <w:color w:val="002060"/>
                <w:sz w:val="32"/>
                <w:szCs w:val="32"/>
              </w:rPr>
            </w:pPr>
            <w:r>
              <w:rPr>
                <w:b/>
                <w:color w:val="002060"/>
                <w:sz w:val="32"/>
                <w:szCs w:val="32"/>
              </w:rPr>
              <w:t>2 e 10 Aprile 2019 h. 15.30-18.30</w:t>
            </w:r>
          </w:p>
          <w:p w:rsidR="008D27DB" w:rsidRPr="00054396" w:rsidRDefault="008D27DB" w:rsidP="00E36DA4">
            <w:pPr>
              <w:jc w:val="center"/>
              <w:rPr>
                <w:b/>
                <w:color w:val="FF0000"/>
                <w:szCs w:val="24"/>
                <w:u w:val="single"/>
              </w:rPr>
            </w:pPr>
            <w:r w:rsidRPr="00054396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D27DB" w:rsidRPr="00054396" w:rsidTr="00E36DA4">
        <w:trPr>
          <w:jc w:val="center"/>
        </w:trPr>
        <w:tc>
          <w:tcPr>
            <w:tcW w:w="9339" w:type="dxa"/>
            <w:shd w:val="clear" w:color="auto" w:fill="auto"/>
          </w:tcPr>
          <w:p w:rsidR="008D27DB" w:rsidRPr="00054396" w:rsidRDefault="008D27DB" w:rsidP="00E36DA4">
            <w:pPr>
              <w:jc w:val="center"/>
              <w:rPr>
                <w:szCs w:val="24"/>
              </w:rPr>
            </w:pPr>
          </w:p>
          <w:p w:rsidR="008D27DB" w:rsidRPr="00054396" w:rsidRDefault="008D27DB" w:rsidP="00E36DA4">
            <w:pPr>
              <w:jc w:val="center"/>
              <w:rPr>
                <w:b/>
                <w:szCs w:val="24"/>
              </w:rPr>
            </w:pPr>
            <w:r w:rsidRPr="00054396">
              <w:rPr>
                <w:b/>
                <w:szCs w:val="24"/>
              </w:rPr>
              <w:t xml:space="preserve">Da inviare </w:t>
            </w:r>
            <w:r w:rsidR="00CF1072">
              <w:rPr>
                <w:b/>
                <w:szCs w:val="24"/>
              </w:rPr>
              <w:t>entro il 27</w:t>
            </w:r>
            <w:r>
              <w:rPr>
                <w:b/>
                <w:szCs w:val="24"/>
              </w:rPr>
              <w:t xml:space="preserve"> marzo 2019</w:t>
            </w:r>
            <w:r w:rsidRPr="00054396">
              <w:rPr>
                <w:b/>
                <w:szCs w:val="24"/>
              </w:rPr>
              <w:t xml:space="preserve"> </w:t>
            </w:r>
            <w:r w:rsidR="00CF1072">
              <w:rPr>
                <w:b/>
                <w:szCs w:val="24"/>
              </w:rPr>
              <w:t>a</w:t>
            </w:r>
          </w:p>
          <w:p w:rsidR="008D27DB" w:rsidRDefault="005D7491" w:rsidP="008D27DB">
            <w:pPr>
              <w:jc w:val="center"/>
              <w:rPr>
                <w:rStyle w:val="Collegamentoipertestuale"/>
              </w:rPr>
            </w:pPr>
            <w:hyperlink r:id="rId8" w:history="1">
              <w:r w:rsidR="008D27DB" w:rsidRPr="00680E55">
                <w:rPr>
                  <w:rStyle w:val="Collegamentoipertestuale"/>
                  <w:szCs w:val="24"/>
                </w:rPr>
                <w:t>edfisicamarche@istruzione.it</w:t>
              </w:r>
            </w:hyperlink>
            <w:r w:rsidR="008D27DB">
              <w:rPr>
                <w:szCs w:val="24"/>
              </w:rPr>
              <w:t xml:space="preserve">  e </w:t>
            </w:r>
            <w:hyperlink r:id="rId9" w:history="1">
              <w:r w:rsidR="008D27DB" w:rsidRPr="00054396">
                <w:rPr>
                  <w:rStyle w:val="Collegamentoipertestuale"/>
                </w:rPr>
                <w:t>serafina.olmo@istruzione.it</w:t>
              </w:r>
            </w:hyperlink>
          </w:p>
          <w:p w:rsidR="008D27DB" w:rsidRPr="00054396" w:rsidRDefault="008D27DB" w:rsidP="00E36DA4">
            <w:pPr>
              <w:jc w:val="center"/>
              <w:rPr>
                <w:szCs w:val="24"/>
              </w:rPr>
            </w:pPr>
          </w:p>
        </w:tc>
      </w:tr>
      <w:tr w:rsidR="008D27DB" w:rsidRPr="00054396" w:rsidTr="00E36DA4">
        <w:trPr>
          <w:jc w:val="center"/>
        </w:trPr>
        <w:tc>
          <w:tcPr>
            <w:tcW w:w="9339" w:type="dxa"/>
            <w:shd w:val="clear" w:color="auto" w:fill="auto"/>
            <w:vAlign w:val="center"/>
          </w:tcPr>
          <w:p w:rsidR="008D27DB" w:rsidRDefault="008D27DB" w:rsidP="00E36DA4"/>
          <w:p w:rsidR="008D27DB" w:rsidRPr="00054396" w:rsidRDefault="008D27DB" w:rsidP="00E36DA4">
            <w:pPr>
              <w:spacing w:line="480" w:lineRule="auto"/>
              <w:rPr>
                <w:szCs w:val="24"/>
              </w:rPr>
            </w:pPr>
            <w:r w:rsidRPr="00054396">
              <w:rPr>
                <w:szCs w:val="24"/>
              </w:rPr>
              <w:t>Il/la sottoscritto/a  ___________________________________________________________</w:t>
            </w:r>
          </w:p>
          <w:p w:rsidR="008D27DB" w:rsidRDefault="008D27DB" w:rsidP="00E36DA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DICHIARA DI ESSERE:</w:t>
            </w:r>
          </w:p>
          <w:p w:rsidR="008D27DB" w:rsidRDefault="008D27DB" w:rsidP="00E36DA4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 xml:space="preserve"> □ docente laureato in Scienze motorie </w:t>
            </w:r>
            <w:r w:rsidRPr="00054396">
              <w:rPr>
                <w:szCs w:val="24"/>
              </w:rPr>
              <w:t>a</w:t>
            </w:r>
            <w:r>
              <w:rPr>
                <w:szCs w:val="24"/>
              </w:rPr>
              <w:t xml:space="preserve"> tempo indeterminato</w:t>
            </w:r>
          </w:p>
          <w:p w:rsidR="008D27DB" w:rsidRDefault="008D27DB" w:rsidP="00E36DA4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 xml:space="preserve"> □</w:t>
            </w:r>
            <w:r w:rsidRPr="00054396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docente laureato in Scienze motorie </w:t>
            </w:r>
            <w:r w:rsidRPr="00054396">
              <w:rPr>
                <w:szCs w:val="24"/>
              </w:rPr>
              <w:t>a</w:t>
            </w:r>
            <w:r>
              <w:rPr>
                <w:szCs w:val="24"/>
              </w:rPr>
              <w:t xml:space="preserve"> tempo determinato</w:t>
            </w:r>
          </w:p>
          <w:p w:rsidR="008D27DB" w:rsidRDefault="008D27DB" w:rsidP="00E36DA4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 xml:space="preserve"> □ altro  ……………………………………………………………………………………..</w:t>
            </w:r>
          </w:p>
          <w:p w:rsidR="008D27DB" w:rsidRDefault="008D27DB" w:rsidP="00E36DA4">
            <w:pPr>
              <w:rPr>
                <w:szCs w:val="24"/>
              </w:rPr>
            </w:pPr>
            <w:r>
              <w:rPr>
                <w:szCs w:val="24"/>
              </w:rPr>
              <w:t xml:space="preserve"> I</w:t>
            </w:r>
            <w:r w:rsidRPr="00054396">
              <w:rPr>
                <w:szCs w:val="24"/>
              </w:rPr>
              <w:t>n servizio</w:t>
            </w:r>
            <w:r>
              <w:rPr>
                <w:szCs w:val="24"/>
              </w:rPr>
              <w:t xml:space="preserve"> per l’anno scolastico 2018/19 </w:t>
            </w:r>
            <w:r w:rsidRPr="00054396">
              <w:rPr>
                <w:szCs w:val="24"/>
              </w:rPr>
              <w:t xml:space="preserve"> presso</w:t>
            </w:r>
            <w:r>
              <w:rPr>
                <w:szCs w:val="24"/>
              </w:rPr>
              <w:t xml:space="preserve"> l</w:t>
            </w:r>
            <w:r w:rsidRPr="00054396">
              <w:rPr>
                <w:szCs w:val="24"/>
              </w:rPr>
              <w:t>’Istituto</w:t>
            </w:r>
          </w:p>
          <w:p w:rsidR="008D27DB" w:rsidRDefault="008D27DB" w:rsidP="00E36DA4">
            <w:pPr>
              <w:rPr>
                <w:szCs w:val="24"/>
              </w:rPr>
            </w:pPr>
          </w:p>
          <w:p w:rsidR="008D27DB" w:rsidRDefault="008D27DB" w:rsidP="00E36DA4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_______________________________________________ ___________________________</w:t>
            </w:r>
          </w:p>
          <w:p w:rsidR="008D27DB" w:rsidRDefault="008D27DB" w:rsidP="00E36DA4">
            <w:pPr>
              <w:rPr>
                <w:szCs w:val="24"/>
              </w:rPr>
            </w:pPr>
          </w:p>
          <w:p w:rsidR="008D27DB" w:rsidRPr="00054396" w:rsidRDefault="008D27DB" w:rsidP="00E36DA4">
            <w:pPr>
              <w:rPr>
                <w:szCs w:val="24"/>
              </w:rPr>
            </w:pPr>
            <w:r>
              <w:rPr>
                <w:szCs w:val="24"/>
              </w:rPr>
              <w:t>E</w:t>
            </w:r>
            <w:r w:rsidRPr="00054396">
              <w:rPr>
                <w:szCs w:val="24"/>
              </w:rPr>
              <w:t>-mail</w:t>
            </w:r>
            <w:r>
              <w:rPr>
                <w:szCs w:val="24"/>
              </w:rPr>
              <w:t xml:space="preserve"> del docente </w:t>
            </w:r>
            <w:r w:rsidRPr="00054396">
              <w:rPr>
                <w:szCs w:val="24"/>
              </w:rPr>
              <w:t>_____</w:t>
            </w:r>
            <w:r>
              <w:rPr>
                <w:szCs w:val="24"/>
              </w:rPr>
              <w:t>______________________</w:t>
            </w:r>
            <w:r w:rsidRPr="00054396">
              <w:rPr>
                <w:szCs w:val="24"/>
              </w:rPr>
              <w:t xml:space="preserve">__@ </w:t>
            </w:r>
            <w:r>
              <w:rPr>
                <w:szCs w:val="24"/>
              </w:rPr>
              <w:t>____________</w:t>
            </w:r>
            <w:r w:rsidRPr="00054396">
              <w:rPr>
                <w:szCs w:val="24"/>
              </w:rPr>
              <w:t>_______________</w:t>
            </w:r>
          </w:p>
          <w:p w:rsidR="00CF1072" w:rsidRDefault="00CF1072" w:rsidP="00E36DA4">
            <w:pPr>
              <w:jc w:val="center"/>
              <w:rPr>
                <w:szCs w:val="24"/>
              </w:rPr>
            </w:pPr>
          </w:p>
          <w:p w:rsidR="008D27DB" w:rsidRPr="00054396" w:rsidRDefault="008D27DB" w:rsidP="00E36DA4">
            <w:pPr>
              <w:jc w:val="center"/>
              <w:rPr>
                <w:szCs w:val="24"/>
              </w:rPr>
            </w:pPr>
            <w:r w:rsidRPr="00054396">
              <w:rPr>
                <w:szCs w:val="24"/>
              </w:rPr>
              <w:t>CHIEDE</w:t>
            </w:r>
          </w:p>
          <w:p w:rsidR="00C56C7E" w:rsidRPr="00C56C7E" w:rsidRDefault="008D27DB" w:rsidP="00CF1072">
            <w:pPr>
              <w:jc w:val="center"/>
              <w:rPr>
                <w:szCs w:val="24"/>
              </w:rPr>
            </w:pPr>
            <w:r w:rsidRPr="00C56C7E">
              <w:rPr>
                <w:szCs w:val="24"/>
              </w:rPr>
              <w:t xml:space="preserve">DI ADERIRE AL CORSO </w:t>
            </w:r>
          </w:p>
          <w:p w:rsidR="00CF1072" w:rsidRDefault="00CF1072" w:rsidP="00CF1072">
            <w:pPr>
              <w:pStyle w:val="Standard"/>
              <w:spacing w:line="276" w:lineRule="auto"/>
            </w:pPr>
          </w:p>
          <w:p w:rsidR="00CF1072" w:rsidRDefault="00CF1072" w:rsidP="00CF1072">
            <w:pPr>
              <w:pStyle w:val="Standard"/>
              <w:spacing w:line="276" w:lineRule="auto"/>
            </w:pPr>
          </w:p>
          <w:p w:rsidR="008D27DB" w:rsidRPr="00054396" w:rsidRDefault="008D27DB" w:rsidP="00CF1072">
            <w:pPr>
              <w:pStyle w:val="Standard"/>
              <w:spacing w:line="276" w:lineRule="auto"/>
            </w:pPr>
            <w:r w:rsidRPr="00054396">
              <w:t>Luogo e data</w:t>
            </w:r>
            <w:r>
              <w:t>________</w:t>
            </w:r>
            <w:r w:rsidRPr="00054396">
              <w:t>___________________</w:t>
            </w:r>
          </w:p>
          <w:p w:rsidR="008D27DB" w:rsidRDefault="008D27DB" w:rsidP="00E36DA4">
            <w:pPr>
              <w:rPr>
                <w:szCs w:val="24"/>
              </w:rPr>
            </w:pPr>
          </w:p>
          <w:p w:rsidR="008D27DB" w:rsidRPr="00054396" w:rsidRDefault="008D27DB" w:rsidP="00E36DA4">
            <w:pPr>
              <w:rPr>
                <w:szCs w:val="24"/>
              </w:rPr>
            </w:pPr>
            <w:r>
              <w:rPr>
                <w:szCs w:val="24"/>
              </w:rPr>
              <w:t xml:space="preserve">        </w:t>
            </w:r>
            <w:r w:rsidRPr="00054396">
              <w:rPr>
                <w:szCs w:val="24"/>
              </w:rPr>
              <w:t>Firma del docente                                                                Il Dirigente Scolastico</w:t>
            </w:r>
          </w:p>
          <w:p w:rsidR="008D27DB" w:rsidRDefault="008D27DB" w:rsidP="00E36DA4">
            <w:pPr>
              <w:rPr>
                <w:szCs w:val="24"/>
              </w:rPr>
            </w:pPr>
          </w:p>
          <w:p w:rsidR="008D27DB" w:rsidRPr="00054396" w:rsidRDefault="008D27DB" w:rsidP="00E36DA4">
            <w:pPr>
              <w:rPr>
                <w:szCs w:val="24"/>
              </w:rPr>
            </w:pPr>
            <w:r w:rsidRPr="00054396">
              <w:rPr>
                <w:szCs w:val="24"/>
              </w:rPr>
              <w:t xml:space="preserve">________________________                                            </w:t>
            </w:r>
            <w:r>
              <w:rPr>
                <w:szCs w:val="24"/>
              </w:rPr>
              <w:t>__________________________</w:t>
            </w:r>
            <w:r w:rsidRPr="00054396">
              <w:rPr>
                <w:szCs w:val="24"/>
              </w:rPr>
              <w:t xml:space="preserve">                                  </w:t>
            </w:r>
          </w:p>
          <w:p w:rsidR="008D27DB" w:rsidRPr="00054396" w:rsidRDefault="008D27DB" w:rsidP="00E36DA4">
            <w:pPr>
              <w:rPr>
                <w:szCs w:val="24"/>
              </w:rPr>
            </w:pPr>
            <w:r w:rsidRPr="00054396">
              <w:rPr>
                <w:szCs w:val="24"/>
              </w:rPr>
              <w:t xml:space="preserve">                                                                                   </w:t>
            </w:r>
            <w:r>
              <w:rPr>
                <w:szCs w:val="24"/>
              </w:rPr>
              <w:t xml:space="preserve">                                                                                                              </w:t>
            </w:r>
          </w:p>
          <w:p w:rsidR="008D27DB" w:rsidRPr="00054396" w:rsidRDefault="008D27DB" w:rsidP="00E36DA4">
            <w:pPr>
              <w:rPr>
                <w:szCs w:val="24"/>
              </w:rPr>
            </w:pPr>
          </w:p>
        </w:tc>
      </w:tr>
    </w:tbl>
    <w:p w:rsidR="008D27DB" w:rsidRPr="00E6484F" w:rsidRDefault="008D27DB" w:rsidP="00347414">
      <w:pPr>
        <w:jc w:val="both"/>
        <w:rPr>
          <w:szCs w:val="24"/>
        </w:rPr>
      </w:pPr>
    </w:p>
    <w:sectPr w:rsidR="008D27DB" w:rsidRPr="00E6484F" w:rsidSect="00234A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1418" w:right="1418" w:bottom="851" w:left="1418" w:header="0" w:footer="9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491" w:rsidRDefault="005D7491">
      <w:r>
        <w:separator/>
      </w:r>
    </w:p>
  </w:endnote>
  <w:endnote w:type="continuationSeparator" w:id="0">
    <w:p w:rsidR="005D7491" w:rsidRDefault="005D7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D50" w:rsidRDefault="00D47D5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5C3" w:rsidRPr="00347414" w:rsidRDefault="00D47D50" w:rsidP="00D47D50">
    <w:pPr>
      <w:jc w:val="center"/>
      <w:rPr>
        <w:sz w:val="16"/>
        <w:szCs w:val="16"/>
      </w:rPr>
    </w:pPr>
    <w:r w:rsidRPr="00D47D50">
      <w:rPr>
        <w:sz w:val="18"/>
        <w:szCs w:val="18"/>
      </w:rPr>
      <w:t>201903081031_ Modello_iscrizione_Corso_Volley S3_Forme di gioco per la scuola_Aprile_2019</w:t>
    </w:r>
  </w:p>
  <w:p w:rsidR="00A61B9C" w:rsidRDefault="00A61B9C" w:rsidP="00FB7C72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both"/>
      <w:rPr>
        <w:rFonts w:ascii="Calibri" w:hAnsi="Calibri" w:cs="Tahoma"/>
        <w:sz w:val="16"/>
        <w:szCs w:val="16"/>
      </w:rPr>
    </w:pPr>
    <w:r>
      <w:rPr>
        <w:rFonts w:ascii="Calibri" w:hAnsi="Calibri" w:cs="Tahoma"/>
        <w:sz w:val="16"/>
        <w:szCs w:val="16"/>
      </w:rPr>
      <w:t>Referente attività istruttoria: Olmo Serafina   Tel.0736 251046 - 0736 521037 e-mail: serafina.olmo@istruzione.it</w:t>
    </w:r>
  </w:p>
  <w:p w:rsidR="00A61B9C" w:rsidRDefault="00A61B9C" w:rsidP="00FB7C72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both"/>
      <w:rPr>
        <w:rFonts w:ascii="Calibri" w:hAnsi="Calibri" w:cs="Tahoma"/>
        <w:sz w:val="16"/>
        <w:szCs w:val="16"/>
      </w:rPr>
    </w:pPr>
    <w:r>
      <w:rPr>
        <w:rFonts w:ascii="Calibri" w:hAnsi="Calibri" w:cs="Tahoma"/>
        <w:sz w:val="16"/>
        <w:szCs w:val="16"/>
      </w:rPr>
      <w:t xml:space="preserve">Referente del </w:t>
    </w:r>
    <w:r w:rsidR="008D27DB">
      <w:rPr>
        <w:rFonts w:ascii="Calibri" w:hAnsi="Calibri" w:cs="Tahoma"/>
        <w:sz w:val="16"/>
        <w:szCs w:val="16"/>
      </w:rPr>
      <w:t>procedimento: Marco Petrini</w:t>
    </w:r>
    <w:r>
      <w:rPr>
        <w:rFonts w:ascii="Calibri" w:hAnsi="Calibri" w:cs="Tahoma"/>
        <w:sz w:val="16"/>
        <w:szCs w:val="16"/>
      </w:rPr>
      <w:t xml:space="preserve">    Tel. 071 2295437 e-mail: </w:t>
    </w:r>
    <w:hyperlink r:id="rId1" w:history="1">
      <w:r w:rsidR="008D27DB" w:rsidRPr="00680E55">
        <w:rPr>
          <w:rStyle w:val="Collegamentoipertestuale"/>
          <w:rFonts w:ascii="Calibri" w:hAnsi="Calibri" w:cs="Tahoma"/>
          <w:sz w:val="16"/>
          <w:szCs w:val="16"/>
        </w:rPr>
        <w:t>marco.petrini@istruzione.it</w:t>
      </w:r>
    </w:hyperlink>
    <w:r>
      <w:rPr>
        <w:rFonts w:ascii="Calibri" w:hAnsi="Calibri" w:cs="Tahoma"/>
        <w:sz w:val="16"/>
        <w:szCs w:val="16"/>
      </w:rPr>
      <w:t xml:space="preserve"> </w:t>
    </w:r>
  </w:p>
  <w:p w:rsidR="00A61B9C" w:rsidRDefault="00A61B9C" w:rsidP="00FB7C72">
    <w:pPr>
      <w:pStyle w:val="Pidipagina"/>
      <w:jc w:val="center"/>
      <w:rPr>
        <w:rFonts w:ascii="Calibri" w:hAnsi="Calibri" w:cs="Arial"/>
        <w:sz w:val="18"/>
        <w:szCs w:val="18"/>
      </w:rPr>
    </w:pPr>
    <w:r>
      <w:rPr>
        <w:rFonts w:ascii="Calibri" w:hAnsi="Calibri" w:cs="Arial"/>
        <w:sz w:val="18"/>
        <w:szCs w:val="18"/>
      </w:rPr>
      <w:t xml:space="preserve">Via XXV Aprile, 19  - </w:t>
    </w:r>
    <w:r>
      <w:rPr>
        <w:rFonts w:ascii="Calibri" w:hAnsi="Calibri" w:cs="Arial"/>
        <w:smallCaps/>
        <w:sz w:val="18"/>
        <w:szCs w:val="18"/>
      </w:rPr>
      <w:t>Ancona</w:t>
    </w:r>
    <w:r>
      <w:rPr>
        <w:rFonts w:ascii="Calibri" w:hAnsi="Calibri" w:cs="Arial"/>
        <w:sz w:val="18"/>
        <w:szCs w:val="18"/>
      </w:rPr>
      <w:t xml:space="preserve"> - tel. 071 22 951 –  indirizzo posta elettronica certificata </w:t>
    </w:r>
    <w:hyperlink r:id="rId2" w:history="1">
      <w:r>
        <w:rPr>
          <w:rStyle w:val="Collegamentoipertestuale"/>
          <w:rFonts w:ascii="Calibri" w:hAnsi="Calibri" w:cs="Arial"/>
          <w:sz w:val="18"/>
          <w:szCs w:val="18"/>
        </w:rPr>
        <w:t>drma@postacert.istruzione.it</w:t>
      </w:r>
    </w:hyperlink>
  </w:p>
  <w:p w:rsidR="00A61B9C" w:rsidRDefault="00A61B9C" w:rsidP="00FB7C72">
    <w:pPr>
      <w:pStyle w:val="Pidipagina"/>
      <w:jc w:val="center"/>
      <w:rPr>
        <w:rFonts w:ascii="Calibri" w:hAnsi="Calibri" w:cs="Arial"/>
        <w:sz w:val="18"/>
        <w:szCs w:val="18"/>
      </w:rPr>
    </w:pPr>
    <w:r>
      <w:rPr>
        <w:rFonts w:ascii="Calibri" w:hAnsi="Calibri" w:cs="Arial"/>
        <w:sz w:val="18"/>
        <w:szCs w:val="18"/>
      </w:rPr>
      <w:t xml:space="preserve">indirizzo posta elettronica ordinaria </w:t>
    </w:r>
    <w:hyperlink r:id="rId3" w:history="1">
      <w:r>
        <w:rPr>
          <w:rStyle w:val="Collegamentoipertestuale"/>
          <w:rFonts w:ascii="Calibri" w:hAnsi="Calibri" w:cs="Arial"/>
          <w:sz w:val="18"/>
          <w:szCs w:val="18"/>
        </w:rPr>
        <w:t>direzione-marche@istruzione.it</w:t>
      </w:r>
    </w:hyperlink>
    <w:r>
      <w:rPr>
        <w:rFonts w:ascii="Calibri" w:hAnsi="Calibri" w:cs="Arial"/>
        <w:sz w:val="18"/>
        <w:szCs w:val="18"/>
      </w:rPr>
      <w:t xml:space="preserve"> – sito WEB </w:t>
    </w:r>
    <w:hyperlink r:id="rId4" w:history="1">
      <w:r>
        <w:rPr>
          <w:rStyle w:val="Collegamentoipertestuale"/>
          <w:rFonts w:ascii="Calibri" w:hAnsi="Calibri" w:cs="Arial"/>
          <w:sz w:val="18"/>
          <w:szCs w:val="18"/>
        </w:rPr>
        <w:t>http://www.marche.istruzione.it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D50" w:rsidRDefault="00D47D5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491" w:rsidRDefault="005D7491">
      <w:r>
        <w:separator/>
      </w:r>
    </w:p>
  </w:footnote>
  <w:footnote w:type="continuationSeparator" w:id="0">
    <w:p w:rsidR="005D7491" w:rsidRDefault="005D7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D50" w:rsidRDefault="00D47D5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B9C" w:rsidRDefault="00A61B9C" w:rsidP="001328E3">
    <w:pPr>
      <w:pStyle w:val="Intestazione"/>
      <w:spacing w:after="60"/>
      <w:jc w:val="center"/>
      <w:rPr>
        <w:rFonts w:ascii="Palace Script MT" w:hAnsi="Palace Script MT"/>
        <w:w w:val="66"/>
        <w:sz w:val="40"/>
        <w:szCs w:val="40"/>
      </w:rPr>
    </w:pPr>
  </w:p>
  <w:p w:rsidR="00A61B9C" w:rsidRPr="006E4A3F" w:rsidRDefault="00A61B9C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:rsidR="00A61B9C" w:rsidRDefault="00234A3A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>
          <wp:extent cx="400050" cy="400050"/>
          <wp:effectExtent l="0" t="0" r="0" b="0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61B9C" w:rsidRPr="001446D9" w:rsidRDefault="00A61B9C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A61B9C" w:rsidRPr="001446D9" w:rsidRDefault="00A61B9C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A61B9C" w:rsidRPr="001446D9" w:rsidRDefault="00A61B9C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  <w:p w:rsidR="00A61B9C" w:rsidRDefault="00A61B9C" w:rsidP="008B4793">
    <w:pPr>
      <w:jc w:val="center"/>
      <w:rPr>
        <w:rFonts w:ascii="Century" w:hAnsi="Century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D50" w:rsidRDefault="00D47D5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"/>
      <w:lvlJc w:val="left"/>
      <w:pPr>
        <w:tabs>
          <w:tab w:val="num" w:pos="0"/>
        </w:tabs>
        <w:ind w:left="360" w:hanging="360"/>
      </w:pPr>
      <w:rPr>
        <w:rFonts w:ascii="Wingdings" w:hAnsi="Wingdings" w:cs="Times New Roman" w:hint="default"/>
        <w:color w:val="FF0000"/>
        <w:sz w:val="24"/>
        <w:szCs w:val="24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">
    <w:nsid w:val="008F2821"/>
    <w:multiLevelType w:val="hybridMultilevel"/>
    <w:tmpl w:val="85709112"/>
    <w:lvl w:ilvl="0" w:tplc="1B68BF7C">
      <w:start w:val="1"/>
      <w:numFmt w:val="bullet"/>
      <w:lvlText w:val=""/>
      <w:lvlJc w:val="left"/>
      <w:pPr>
        <w:ind w:left="720" w:hanging="360"/>
      </w:pPr>
      <w:rPr>
        <w:rFonts w:ascii="Wingdings" w:hAnsi="Wingdings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9C59B8"/>
    <w:multiLevelType w:val="hybridMultilevel"/>
    <w:tmpl w:val="471C8F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022442"/>
    <w:multiLevelType w:val="hybridMultilevel"/>
    <w:tmpl w:val="D18EEF88"/>
    <w:lvl w:ilvl="0" w:tplc="0016989A">
      <w:start w:val="1"/>
      <w:numFmt w:val="upp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10D14C8E"/>
    <w:multiLevelType w:val="hybridMultilevel"/>
    <w:tmpl w:val="31FC0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501CE5"/>
    <w:multiLevelType w:val="hybridMultilevel"/>
    <w:tmpl w:val="77F8D8B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0231A71"/>
    <w:multiLevelType w:val="multilevel"/>
    <w:tmpl w:val="2C843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9406B4"/>
    <w:multiLevelType w:val="hybridMultilevel"/>
    <w:tmpl w:val="6D3C0560"/>
    <w:lvl w:ilvl="0" w:tplc="63E23804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515C8"/>
    <w:multiLevelType w:val="hybridMultilevel"/>
    <w:tmpl w:val="A69A1580"/>
    <w:lvl w:ilvl="0" w:tplc="568CCC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262A5DAC"/>
    <w:multiLevelType w:val="multilevel"/>
    <w:tmpl w:val="BA5009E6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5">
    <w:nsid w:val="29B54279"/>
    <w:multiLevelType w:val="multilevel"/>
    <w:tmpl w:val="9A0EB73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6">
    <w:nsid w:val="351474BC"/>
    <w:multiLevelType w:val="hybridMultilevel"/>
    <w:tmpl w:val="271230A8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7">
    <w:nsid w:val="35596556"/>
    <w:multiLevelType w:val="hybridMultilevel"/>
    <w:tmpl w:val="5BB485E8"/>
    <w:lvl w:ilvl="0" w:tplc="455EAD5E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186059"/>
    <w:multiLevelType w:val="hybridMultilevel"/>
    <w:tmpl w:val="A07A14FC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85623C"/>
    <w:multiLevelType w:val="singleLevel"/>
    <w:tmpl w:val="A0428CD2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</w:abstractNum>
  <w:abstractNum w:abstractNumId="20">
    <w:nsid w:val="409723E6"/>
    <w:multiLevelType w:val="multilevel"/>
    <w:tmpl w:val="EFEE3310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1">
    <w:nsid w:val="412F6C45"/>
    <w:multiLevelType w:val="hybridMultilevel"/>
    <w:tmpl w:val="B9C8E8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76735C"/>
    <w:multiLevelType w:val="hybridMultilevel"/>
    <w:tmpl w:val="C7C8E9A2"/>
    <w:lvl w:ilvl="0" w:tplc="04100001">
      <w:start w:val="1"/>
      <w:numFmt w:val="bullet"/>
      <w:lvlText w:val=""/>
      <w:lvlJc w:val="left"/>
      <w:pPr>
        <w:ind w:left="20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03" w:hanging="360"/>
      </w:pPr>
      <w:rPr>
        <w:rFonts w:ascii="Wingdings" w:hAnsi="Wingdings" w:hint="default"/>
      </w:rPr>
    </w:lvl>
  </w:abstractNum>
  <w:abstractNum w:abstractNumId="23">
    <w:nsid w:val="47735C6D"/>
    <w:multiLevelType w:val="hybridMultilevel"/>
    <w:tmpl w:val="226A80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4F4DFC"/>
    <w:multiLevelType w:val="hybridMultilevel"/>
    <w:tmpl w:val="E2C8C3C2"/>
    <w:lvl w:ilvl="0" w:tplc="1B68BF7C">
      <w:start w:val="1"/>
      <w:numFmt w:val="bullet"/>
      <w:lvlText w:val=""/>
      <w:lvlJc w:val="left"/>
      <w:pPr>
        <w:ind w:left="720" w:hanging="360"/>
      </w:pPr>
      <w:rPr>
        <w:rFonts w:ascii="Wingdings" w:hAnsi="Wingdings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2450DA"/>
    <w:multiLevelType w:val="hybridMultilevel"/>
    <w:tmpl w:val="6E6C936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3B76420"/>
    <w:multiLevelType w:val="hybridMultilevel"/>
    <w:tmpl w:val="C4B4E112"/>
    <w:lvl w:ilvl="0" w:tplc="5832D6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081F4E"/>
    <w:multiLevelType w:val="hybridMultilevel"/>
    <w:tmpl w:val="63B2FF36"/>
    <w:lvl w:ilvl="0" w:tplc="503A32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92D5A4E"/>
    <w:multiLevelType w:val="hybridMultilevel"/>
    <w:tmpl w:val="7858229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B84B9A"/>
    <w:multiLevelType w:val="hybridMultilevel"/>
    <w:tmpl w:val="2FF40D9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17F1D19"/>
    <w:multiLevelType w:val="hybridMultilevel"/>
    <w:tmpl w:val="D6EA7E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5C0F1E"/>
    <w:multiLevelType w:val="hybridMultilevel"/>
    <w:tmpl w:val="55726E3A"/>
    <w:lvl w:ilvl="0" w:tplc="3CFE54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3980678"/>
    <w:multiLevelType w:val="hybridMultilevel"/>
    <w:tmpl w:val="9A704F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9A737B"/>
    <w:multiLevelType w:val="hybridMultilevel"/>
    <w:tmpl w:val="25A6A0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A43FBE"/>
    <w:multiLevelType w:val="hybridMultilevel"/>
    <w:tmpl w:val="2C923C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5D4CB9"/>
    <w:multiLevelType w:val="hybridMultilevel"/>
    <w:tmpl w:val="68E0FAEC"/>
    <w:lvl w:ilvl="0" w:tplc="96FA816A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6DE24C0C"/>
    <w:multiLevelType w:val="hybridMultilevel"/>
    <w:tmpl w:val="68DC33D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FDB61D4"/>
    <w:multiLevelType w:val="hybridMultilevel"/>
    <w:tmpl w:val="EBACAAC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23E7DC2"/>
    <w:multiLevelType w:val="hybridMultilevel"/>
    <w:tmpl w:val="A574EF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3310193"/>
    <w:multiLevelType w:val="hybridMultilevel"/>
    <w:tmpl w:val="F69A23C4"/>
    <w:lvl w:ilvl="0" w:tplc="04100001">
      <w:start w:val="1"/>
      <w:numFmt w:val="bullet"/>
      <w:lvlText w:val=""/>
      <w:lvlJc w:val="left"/>
      <w:pPr>
        <w:ind w:left="20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41">
    <w:nsid w:val="7AB07421"/>
    <w:multiLevelType w:val="hybridMultilevel"/>
    <w:tmpl w:val="A8069C74"/>
    <w:lvl w:ilvl="0" w:tplc="1B68BF7C">
      <w:start w:val="1"/>
      <w:numFmt w:val="bullet"/>
      <w:lvlText w:val=""/>
      <w:lvlJc w:val="left"/>
      <w:pPr>
        <w:ind w:left="720" w:hanging="360"/>
      </w:pPr>
      <w:rPr>
        <w:rFonts w:ascii="Wingdings" w:hAnsi="Wingdings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620DB3"/>
    <w:multiLevelType w:val="hybridMultilevel"/>
    <w:tmpl w:val="E1D2D23E"/>
    <w:lvl w:ilvl="0" w:tplc="4642AE0E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625B29"/>
    <w:multiLevelType w:val="hybridMultilevel"/>
    <w:tmpl w:val="BEF8DDE8"/>
    <w:lvl w:ilvl="0" w:tplc="334097E6">
      <w:start w:val="1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13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31"/>
  </w:num>
  <w:num w:numId="7">
    <w:abstractNumId w:val="37"/>
  </w:num>
  <w:num w:numId="8">
    <w:abstractNumId w:val="20"/>
  </w:num>
  <w:num w:numId="9">
    <w:abstractNumId w:val="15"/>
  </w:num>
  <w:num w:numId="10">
    <w:abstractNumId w:val="14"/>
  </w:num>
  <w:num w:numId="11">
    <w:abstractNumId w:val="16"/>
  </w:num>
  <w:num w:numId="12">
    <w:abstractNumId w:val="38"/>
  </w:num>
  <w:num w:numId="13">
    <w:abstractNumId w:val="29"/>
  </w:num>
  <w:num w:numId="14">
    <w:abstractNumId w:val="21"/>
  </w:num>
  <w:num w:numId="15">
    <w:abstractNumId w:val="25"/>
  </w:num>
  <w:num w:numId="16">
    <w:abstractNumId w:val="30"/>
  </w:num>
  <w:num w:numId="17">
    <w:abstractNumId w:val="18"/>
  </w:num>
  <w:num w:numId="18">
    <w:abstractNumId w:val="39"/>
  </w:num>
  <w:num w:numId="19">
    <w:abstractNumId w:val="17"/>
  </w:num>
  <w:num w:numId="20">
    <w:abstractNumId w:val="11"/>
  </w:num>
  <w:num w:numId="21">
    <w:abstractNumId w:val="36"/>
  </w:num>
  <w:num w:numId="22">
    <w:abstractNumId w:val="10"/>
  </w:num>
  <w:num w:numId="23">
    <w:abstractNumId w:val="35"/>
  </w:num>
  <w:num w:numId="24">
    <w:abstractNumId w:val="12"/>
  </w:num>
  <w:num w:numId="25">
    <w:abstractNumId w:val="43"/>
  </w:num>
  <w:num w:numId="26">
    <w:abstractNumId w:val="27"/>
  </w:num>
  <w:num w:numId="27">
    <w:abstractNumId w:val="5"/>
  </w:num>
  <w:num w:numId="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42"/>
  </w:num>
  <w:num w:numId="31">
    <w:abstractNumId w:val="3"/>
  </w:num>
  <w:num w:numId="3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3"/>
  </w:num>
  <w:num w:numId="35">
    <w:abstractNumId w:val="7"/>
  </w:num>
  <w:num w:numId="36">
    <w:abstractNumId w:val="24"/>
  </w:num>
  <w:num w:numId="37">
    <w:abstractNumId w:val="41"/>
  </w:num>
  <w:num w:numId="38">
    <w:abstractNumId w:val="1"/>
  </w:num>
  <w:num w:numId="39">
    <w:abstractNumId w:val="4"/>
  </w:num>
  <w:num w:numId="40">
    <w:abstractNumId w:val="8"/>
  </w:num>
  <w:num w:numId="41">
    <w:abstractNumId w:val="34"/>
  </w:num>
  <w:num w:numId="42">
    <w:abstractNumId w:val="26"/>
  </w:num>
  <w:num w:numId="43">
    <w:abstractNumId w:val="40"/>
  </w:num>
  <w:num w:numId="44">
    <w:abstractNumId w:val="33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EE7"/>
    <w:rsid w:val="00002F74"/>
    <w:rsid w:val="00013122"/>
    <w:rsid w:val="000221A8"/>
    <w:rsid w:val="0002396F"/>
    <w:rsid w:val="00025821"/>
    <w:rsid w:val="00043E3A"/>
    <w:rsid w:val="000512B6"/>
    <w:rsid w:val="00052666"/>
    <w:rsid w:val="000604C7"/>
    <w:rsid w:val="000626DC"/>
    <w:rsid w:val="00065854"/>
    <w:rsid w:val="00067A1B"/>
    <w:rsid w:val="000734D8"/>
    <w:rsid w:val="000872BC"/>
    <w:rsid w:val="0009462A"/>
    <w:rsid w:val="00094FEF"/>
    <w:rsid w:val="000B2898"/>
    <w:rsid w:val="000B3340"/>
    <w:rsid w:val="000B73A9"/>
    <w:rsid w:val="000C5B96"/>
    <w:rsid w:val="000E0C0D"/>
    <w:rsid w:val="000E1876"/>
    <w:rsid w:val="000F08F2"/>
    <w:rsid w:val="000F165A"/>
    <w:rsid w:val="001028A5"/>
    <w:rsid w:val="001067CE"/>
    <w:rsid w:val="00106C89"/>
    <w:rsid w:val="001123BD"/>
    <w:rsid w:val="00115302"/>
    <w:rsid w:val="001169C1"/>
    <w:rsid w:val="001222D6"/>
    <w:rsid w:val="001230F1"/>
    <w:rsid w:val="001328E3"/>
    <w:rsid w:val="00136AAF"/>
    <w:rsid w:val="00140EC3"/>
    <w:rsid w:val="00140F38"/>
    <w:rsid w:val="00142886"/>
    <w:rsid w:val="001446D9"/>
    <w:rsid w:val="00151E15"/>
    <w:rsid w:val="0016098C"/>
    <w:rsid w:val="00160F25"/>
    <w:rsid w:val="00162029"/>
    <w:rsid w:val="001705F8"/>
    <w:rsid w:val="00184179"/>
    <w:rsid w:val="001A0FA2"/>
    <w:rsid w:val="001A4070"/>
    <w:rsid w:val="001A6EBC"/>
    <w:rsid w:val="001B5E73"/>
    <w:rsid w:val="001C586C"/>
    <w:rsid w:val="001C79A1"/>
    <w:rsid w:val="001E1647"/>
    <w:rsid w:val="001E3411"/>
    <w:rsid w:val="001E6801"/>
    <w:rsid w:val="001E73FD"/>
    <w:rsid w:val="001F38F9"/>
    <w:rsid w:val="001F6B96"/>
    <w:rsid w:val="00202A76"/>
    <w:rsid w:val="00203ECA"/>
    <w:rsid w:val="00214E1B"/>
    <w:rsid w:val="0021570C"/>
    <w:rsid w:val="002247EC"/>
    <w:rsid w:val="0022527B"/>
    <w:rsid w:val="00234A3A"/>
    <w:rsid w:val="00241FB3"/>
    <w:rsid w:val="00247B14"/>
    <w:rsid w:val="0028617A"/>
    <w:rsid w:val="00286859"/>
    <w:rsid w:val="0029307D"/>
    <w:rsid w:val="00294E12"/>
    <w:rsid w:val="002A2A80"/>
    <w:rsid w:val="002A3DC2"/>
    <w:rsid w:val="002B7A1E"/>
    <w:rsid w:val="002C3A25"/>
    <w:rsid w:val="002D66FA"/>
    <w:rsid w:val="002E1E4C"/>
    <w:rsid w:val="002E6CB5"/>
    <w:rsid w:val="002F39BA"/>
    <w:rsid w:val="002F45C3"/>
    <w:rsid w:val="002F75C2"/>
    <w:rsid w:val="003015C3"/>
    <w:rsid w:val="003063DD"/>
    <w:rsid w:val="003144E7"/>
    <w:rsid w:val="00325D26"/>
    <w:rsid w:val="00326968"/>
    <w:rsid w:val="00340F90"/>
    <w:rsid w:val="00347414"/>
    <w:rsid w:val="00363382"/>
    <w:rsid w:val="003918AC"/>
    <w:rsid w:val="0039235A"/>
    <w:rsid w:val="00396DCD"/>
    <w:rsid w:val="003973D6"/>
    <w:rsid w:val="003A2189"/>
    <w:rsid w:val="003B0557"/>
    <w:rsid w:val="003B10D1"/>
    <w:rsid w:val="003B4C21"/>
    <w:rsid w:val="003B699C"/>
    <w:rsid w:val="003C1045"/>
    <w:rsid w:val="003C213A"/>
    <w:rsid w:val="003C4A5D"/>
    <w:rsid w:val="003C6398"/>
    <w:rsid w:val="003D2F8F"/>
    <w:rsid w:val="003E47C4"/>
    <w:rsid w:val="003E5385"/>
    <w:rsid w:val="003F5450"/>
    <w:rsid w:val="003F7EC1"/>
    <w:rsid w:val="004001A4"/>
    <w:rsid w:val="0040159A"/>
    <w:rsid w:val="0040322A"/>
    <w:rsid w:val="00406F4F"/>
    <w:rsid w:val="004124D4"/>
    <w:rsid w:val="00412898"/>
    <w:rsid w:val="00426F95"/>
    <w:rsid w:val="00427F65"/>
    <w:rsid w:val="004305C1"/>
    <w:rsid w:val="00430CBE"/>
    <w:rsid w:val="00433C0E"/>
    <w:rsid w:val="00444152"/>
    <w:rsid w:val="00451B49"/>
    <w:rsid w:val="00465DDD"/>
    <w:rsid w:val="0047283F"/>
    <w:rsid w:val="00490DB0"/>
    <w:rsid w:val="00497C78"/>
    <w:rsid w:val="004A0B3A"/>
    <w:rsid w:val="004A277E"/>
    <w:rsid w:val="004A4086"/>
    <w:rsid w:val="004B1E5D"/>
    <w:rsid w:val="004B4A43"/>
    <w:rsid w:val="004C5447"/>
    <w:rsid w:val="004D465E"/>
    <w:rsid w:val="00500132"/>
    <w:rsid w:val="005024D3"/>
    <w:rsid w:val="00504C84"/>
    <w:rsid w:val="005053DB"/>
    <w:rsid w:val="005173B6"/>
    <w:rsid w:val="005236DB"/>
    <w:rsid w:val="00527FC3"/>
    <w:rsid w:val="00536E7C"/>
    <w:rsid w:val="00557CA1"/>
    <w:rsid w:val="005605A1"/>
    <w:rsid w:val="0056605C"/>
    <w:rsid w:val="0057287B"/>
    <w:rsid w:val="005837A9"/>
    <w:rsid w:val="00583E76"/>
    <w:rsid w:val="00586341"/>
    <w:rsid w:val="00593D05"/>
    <w:rsid w:val="005A155B"/>
    <w:rsid w:val="005B1070"/>
    <w:rsid w:val="005B6DC5"/>
    <w:rsid w:val="005C15CF"/>
    <w:rsid w:val="005C4DB6"/>
    <w:rsid w:val="005D0C46"/>
    <w:rsid w:val="005D0EF5"/>
    <w:rsid w:val="005D256F"/>
    <w:rsid w:val="005D60FC"/>
    <w:rsid w:val="005D686C"/>
    <w:rsid w:val="005D7491"/>
    <w:rsid w:val="005E199E"/>
    <w:rsid w:val="005E72F2"/>
    <w:rsid w:val="005F12B8"/>
    <w:rsid w:val="005F3D60"/>
    <w:rsid w:val="00613E50"/>
    <w:rsid w:val="006213A6"/>
    <w:rsid w:val="0062214C"/>
    <w:rsid w:val="006273CD"/>
    <w:rsid w:val="00634CDA"/>
    <w:rsid w:val="00636819"/>
    <w:rsid w:val="00645961"/>
    <w:rsid w:val="00646ADF"/>
    <w:rsid w:val="0066114A"/>
    <w:rsid w:val="006727A9"/>
    <w:rsid w:val="00686718"/>
    <w:rsid w:val="006A2BB1"/>
    <w:rsid w:val="006B0AC1"/>
    <w:rsid w:val="006B34B4"/>
    <w:rsid w:val="006B5FA0"/>
    <w:rsid w:val="006C314F"/>
    <w:rsid w:val="006D2400"/>
    <w:rsid w:val="006D43B8"/>
    <w:rsid w:val="006E1ABA"/>
    <w:rsid w:val="006E4A3F"/>
    <w:rsid w:val="006E5B4A"/>
    <w:rsid w:val="006E6B28"/>
    <w:rsid w:val="006F4B93"/>
    <w:rsid w:val="006F58E7"/>
    <w:rsid w:val="00703974"/>
    <w:rsid w:val="00711397"/>
    <w:rsid w:val="00711F0B"/>
    <w:rsid w:val="00713F55"/>
    <w:rsid w:val="00714C1A"/>
    <w:rsid w:val="00715AE4"/>
    <w:rsid w:val="007173A7"/>
    <w:rsid w:val="007228EE"/>
    <w:rsid w:val="00725996"/>
    <w:rsid w:val="00726A6A"/>
    <w:rsid w:val="0073795F"/>
    <w:rsid w:val="00756057"/>
    <w:rsid w:val="00770EC9"/>
    <w:rsid w:val="00773CDB"/>
    <w:rsid w:val="00775D85"/>
    <w:rsid w:val="00777C59"/>
    <w:rsid w:val="00786CFE"/>
    <w:rsid w:val="00787314"/>
    <w:rsid w:val="00787A86"/>
    <w:rsid w:val="00792761"/>
    <w:rsid w:val="007943C3"/>
    <w:rsid w:val="00796052"/>
    <w:rsid w:val="007A0F4F"/>
    <w:rsid w:val="007A7544"/>
    <w:rsid w:val="007B0662"/>
    <w:rsid w:val="007B3A49"/>
    <w:rsid w:val="007D1694"/>
    <w:rsid w:val="007D64EE"/>
    <w:rsid w:val="007E4897"/>
    <w:rsid w:val="007F411E"/>
    <w:rsid w:val="00805F59"/>
    <w:rsid w:val="0080628A"/>
    <w:rsid w:val="00811280"/>
    <w:rsid w:val="00816A41"/>
    <w:rsid w:val="00820087"/>
    <w:rsid w:val="008239F3"/>
    <w:rsid w:val="0083067D"/>
    <w:rsid w:val="0083181A"/>
    <w:rsid w:val="00831A5E"/>
    <w:rsid w:val="00852C96"/>
    <w:rsid w:val="00853A85"/>
    <w:rsid w:val="00856D0E"/>
    <w:rsid w:val="008571E8"/>
    <w:rsid w:val="0086336B"/>
    <w:rsid w:val="0086560F"/>
    <w:rsid w:val="00867FB7"/>
    <w:rsid w:val="008879E6"/>
    <w:rsid w:val="0089222D"/>
    <w:rsid w:val="00895D07"/>
    <w:rsid w:val="00896A2E"/>
    <w:rsid w:val="008A3D06"/>
    <w:rsid w:val="008B4793"/>
    <w:rsid w:val="008C5CA0"/>
    <w:rsid w:val="008D27DB"/>
    <w:rsid w:val="008D3123"/>
    <w:rsid w:val="008F180E"/>
    <w:rsid w:val="009053CA"/>
    <w:rsid w:val="009063DE"/>
    <w:rsid w:val="00911C62"/>
    <w:rsid w:val="00914AB6"/>
    <w:rsid w:val="00914C77"/>
    <w:rsid w:val="00915683"/>
    <w:rsid w:val="00920D49"/>
    <w:rsid w:val="00923D89"/>
    <w:rsid w:val="00924615"/>
    <w:rsid w:val="00933ED1"/>
    <w:rsid w:val="0094002C"/>
    <w:rsid w:val="0095088A"/>
    <w:rsid w:val="00952391"/>
    <w:rsid w:val="0095596A"/>
    <w:rsid w:val="00962AF0"/>
    <w:rsid w:val="00974519"/>
    <w:rsid w:val="009758DB"/>
    <w:rsid w:val="0098502D"/>
    <w:rsid w:val="009860EA"/>
    <w:rsid w:val="00990D6F"/>
    <w:rsid w:val="00995801"/>
    <w:rsid w:val="009A270E"/>
    <w:rsid w:val="009A5CFE"/>
    <w:rsid w:val="009A65E9"/>
    <w:rsid w:val="009B7BF7"/>
    <w:rsid w:val="009C4538"/>
    <w:rsid w:val="009C6DB4"/>
    <w:rsid w:val="009E5AC6"/>
    <w:rsid w:val="009F232F"/>
    <w:rsid w:val="009F387F"/>
    <w:rsid w:val="00A06A97"/>
    <w:rsid w:val="00A16542"/>
    <w:rsid w:val="00A20276"/>
    <w:rsid w:val="00A25362"/>
    <w:rsid w:val="00A257AD"/>
    <w:rsid w:val="00A36DDF"/>
    <w:rsid w:val="00A43D45"/>
    <w:rsid w:val="00A44F39"/>
    <w:rsid w:val="00A44FF8"/>
    <w:rsid w:val="00A4569A"/>
    <w:rsid w:val="00A53251"/>
    <w:rsid w:val="00A61B9C"/>
    <w:rsid w:val="00A70791"/>
    <w:rsid w:val="00A71BE1"/>
    <w:rsid w:val="00A83D25"/>
    <w:rsid w:val="00AA5B13"/>
    <w:rsid w:val="00AA67A9"/>
    <w:rsid w:val="00AA7A72"/>
    <w:rsid w:val="00AC3250"/>
    <w:rsid w:val="00AC63AB"/>
    <w:rsid w:val="00AE219F"/>
    <w:rsid w:val="00AE3A19"/>
    <w:rsid w:val="00AE687B"/>
    <w:rsid w:val="00B02E54"/>
    <w:rsid w:val="00B033CF"/>
    <w:rsid w:val="00B10CAA"/>
    <w:rsid w:val="00B10D3B"/>
    <w:rsid w:val="00B13D78"/>
    <w:rsid w:val="00B26F51"/>
    <w:rsid w:val="00B30234"/>
    <w:rsid w:val="00B44958"/>
    <w:rsid w:val="00B478D7"/>
    <w:rsid w:val="00B51369"/>
    <w:rsid w:val="00B53186"/>
    <w:rsid w:val="00B56B10"/>
    <w:rsid w:val="00B63F10"/>
    <w:rsid w:val="00B7728F"/>
    <w:rsid w:val="00B80A22"/>
    <w:rsid w:val="00B813E1"/>
    <w:rsid w:val="00B876CE"/>
    <w:rsid w:val="00B922AC"/>
    <w:rsid w:val="00B9297F"/>
    <w:rsid w:val="00B944A1"/>
    <w:rsid w:val="00B9479B"/>
    <w:rsid w:val="00BA0338"/>
    <w:rsid w:val="00BA4C0A"/>
    <w:rsid w:val="00BA5E08"/>
    <w:rsid w:val="00BB1172"/>
    <w:rsid w:val="00BB6CE5"/>
    <w:rsid w:val="00BC0B5A"/>
    <w:rsid w:val="00BC4A8D"/>
    <w:rsid w:val="00BF7BF3"/>
    <w:rsid w:val="00C05D06"/>
    <w:rsid w:val="00C05DE6"/>
    <w:rsid w:val="00C107D9"/>
    <w:rsid w:val="00C24832"/>
    <w:rsid w:val="00C248C8"/>
    <w:rsid w:val="00C42780"/>
    <w:rsid w:val="00C44C44"/>
    <w:rsid w:val="00C45E44"/>
    <w:rsid w:val="00C50314"/>
    <w:rsid w:val="00C53192"/>
    <w:rsid w:val="00C54C15"/>
    <w:rsid w:val="00C54E41"/>
    <w:rsid w:val="00C56C7E"/>
    <w:rsid w:val="00C64000"/>
    <w:rsid w:val="00C66C50"/>
    <w:rsid w:val="00C70734"/>
    <w:rsid w:val="00C73A3C"/>
    <w:rsid w:val="00C75B0F"/>
    <w:rsid w:val="00C83861"/>
    <w:rsid w:val="00C91854"/>
    <w:rsid w:val="00CA14AA"/>
    <w:rsid w:val="00CA3A1A"/>
    <w:rsid w:val="00CC3989"/>
    <w:rsid w:val="00CC52D3"/>
    <w:rsid w:val="00CE0544"/>
    <w:rsid w:val="00CE3B95"/>
    <w:rsid w:val="00CF1072"/>
    <w:rsid w:val="00CF13C9"/>
    <w:rsid w:val="00CF28BC"/>
    <w:rsid w:val="00CF4216"/>
    <w:rsid w:val="00CF7465"/>
    <w:rsid w:val="00D01FF1"/>
    <w:rsid w:val="00D02CBD"/>
    <w:rsid w:val="00D05A7F"/>
    <w:rsid w:val="00D1399A"/>
    <w:rsid w:val="00D2023A"/>
    <w:rsid w:val="00D205CB"/>
    <w:rsid w:val="00D256A6"/>
    <w:rsid w:val="00D30DA6"/>
    <w:rsid w:val="00D41CA9"/>
    <w:rsid w:val="00D45BCA"/>
    <w:rsid w:val="00D47D50"/>
    <w:rsid w:val="00D5029E"/>
    <w:rsid w:val="00D53DCB"/>
    <w:rsid w:val="00D56389"/>
    <w:rsid w:val="00D61E22"/>
    <w:rsid w:val="00D70B9C"/>
    <w:rsid w:val="00D71EAB"/>
    <w:rsid w:val="00D8095E"/>
    <w:rsid w:val="00D83871"/>
    <w:rsid w:val="00D876A3"/>
    <w:rsid w:val="00D91E7E"/>
    <w:rsid w:val="00D92CC7"/>
    <w:rsid w:val="00DB0E61"/>
    <w:rsid w:val="00DC42D1"/>
    <w:rsid w:val="00DD1DAC"/>
    <w:rsid w:val="00DD384A"/>
    <w:rsid w:val="00DD6016"/>
    <w:rsid w:val="00DE5CF4"/>
    <w:rsid w:val="00DF144D"/>
    <w:rsid w:val="00DF42D0"/>
    <w:rsid w:val="00DF5567"/>
    <w:rsid w:val="00E14969"/>
    <w:rsid w:val="00E174CB"/>
    <w:rsid w:val="00E321D7"/>
    <w:rsid w:val="00E35152"/>
    <w:rsid w:val="00E42106"/>
    <w:rsid w:val="00E42F35"/>
    <w:rsid w:val="00E57181"/>
    <w:rsid w:val="00E634CE"/>
    <w:rsid w:val="00E6484F"/>
    <w:rsid w:val="00E65E1B"/>
    <w:rsid w:val="00E75237"/>
    <w:rsid w:val="00E82615"/>
    <w:rsid w:val="00E831F3"/>
    <w:rsid w:val="00E83879"/>
    <w:rsid w:val="00EB0EE7"/>
    <w:rsid w:val="00EB7FC9"/>
    <w:rsid w:val="00EC6B16"/>
    <w:rsid w:val="00ED0EA9"/>
    <w:rsid w:val="00ED17F6"/>
    <w:rsid w:val="00F00A92"/>
    <w:rsid w:val="00F029D2"/>
    <w:rsid w:val="00F068FA"/>
    <w:rsid w:val="00F23ED7"/>
    <w:rsid w:val="00F344B8"/>
    <w:rsid w:val="00F34C8D"/>
    <w:rsid w:val="00F50A35"/>
    <w:rsid w:val="00F51EF8"/>
    <w:rsid w:val="00F62D91"/>
    <w:rsid w:val="00F658DB"/>
    <w:rsid w:val="00F70D7B"/>
    <w:rsid w:val="00F81313"/>
    <w:rsid w:val="00F81CE5"/>
    <w:rsid w:val="00F90DB3"/>
    <w:rsid w:val="00F95236"/>
    <w:rsid w:val="00FA0CED"/>
    <w:rsid w:val="00FB7369"/>
    <w:rsid w:val="00FB7C72"/>
    <w:rsid w:val="00FC2B3A"/>
    <w:rsid w:val="00FC33AC"/>
    <w:rsid w:val="00FD222C"/>
    <w:rsid w:val="00FD628D"/>
    <w:rsid w:val="00FE10AD"/>
    <w:rsid w:val="00FE6800"/>
    <w:rsid w:val="00FF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B9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F6B96"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F6B96"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F6B96"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F6B96"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F6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86336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86336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86336B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86336B"/>
    <w:rPr>
      <w:rFonts w:ascii="Calibri" w:hAnsi="Calibri" w:cs="Times New Roman"/>
      <w:b/>
      <w:bCs/>
      <w:sz w:val="28"/>
      <w:szCs w:val="28"/>
    </w:rPr>
  </w:style>
  <w:style w:type="character" w:customStyle="1" w:styleId="Titolo6Carattere">
    <w:name w:val="Titolo 6 Carattere"/>
    <w:link w:val="Titolo6"/>
    <w:uiPriority w:val="99"/>
    <w:semiHidden/>
    <w:locked/>
    <w:rsid w:val="0086336B"/>
    <w:rPr>
      <w:rFonts w:ascii="Calibri" w:hAnsi="Calibri" w:cs="Times New Roman"/>
      <w:b/>
      <w:bCs/>
    </w:rPr>
  </w:style>
  <w:style w:type="paragraph" w:styleId="Intestazione">
    <w:name w:val="header"/>
    <w:basedOn w:val="Normale"/>
    <w:link w:val="IntestazioneCarattere"/>
    <w:uiPriority w:val="99"/>
    <w:rsid w:val="001F6B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86336B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rsid w:val="001F6B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B0EE7"/>
    <w:rPr>
      <w:rFonts w:cs="Times New Roman"/>
      <w:sz w:val="24"/>
    </w:rPr>
  </w:style>
  <w:style w:type="character" w:styleId="Collegamentoipertestuale">
    <w:name w:val="Hyperlink"/>
    <w:uiPriority w:val="99"/>
    <w:rsid w:val="001F6B96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1F6B96"/>
    <w:pPr>
      <w:ind w:firstLine="851"/>
      <w:jc w:val="both"/>
    </w:pPr>
    <w:rPr>
      <w:sz w:val="28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86336B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1F6B9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1F6B96"/>
    <w:pPr>
      <w:tabs>
        <w:tab w:val="center" w:pos="5954"/>
      </w:tabs>
      <w:ind w:left="5954"/>
      <w:jc w:val="both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86336B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1F6B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6336B"/>
    <w:rPr>
      <w:rFonts w:cs="Times New Roman"/>
      <w:sz w:val="2"/>
    </w:rPr>
  </w:style>
  <w:style w:type="paragraph" w:styleId="Corpotesto">
    <w:name w:val="Body Text"/>
    <w:basedOn w:val="Normale"/>
    <w:link w:val="CorpotestoCarattere"/>
    <w:uiPriority w:val="99"/>
    <w:rsid w:val="001F6B96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locked/>
    <w:rsid w:val="0086336B"/>
    <w:rPr>
      <w:rFonts w:cs="Times New Roman"/>
      <w:sz w:val="20"/>
      <w:szCs w:val="20"/>
    </w:rPr>
  </w:style>
  <w:style w:type="paragraph" w:customStyle="1" w:styleId="Corpodeltesto21">
    <w:name w:val="Corpo del testo 21"/>
    <w:basedOn w:val="Normale"/>
    <w:uiPriority w:val="99"/>
    <w:rsid w:val="001F6B96"/>
    <w:pPr>
      <w:jc w:val="both"/>
    </w:pPr>
  </w:style>
  <w:style w:type="character" w:customStyle="1" w:styleId="Collegamentoipertestuale1">
    <w:name w:val="Collegamento ipertestuale1"/>
    <w:uiPriority w:val="99"/>
    <w:rsid w:val="001F6B96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1F6B96"/>
    <w:pPr>
      <w:tabs>
        <w:tab w:val="left" w:pos="567"/>
      </w:tabs>
      <w:jc w:val="both"/>
    </w:pPr>
    <w:rPr>
      <w:bCs/>
      <w:sz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86336B"/>
    <w:rPr>
      <w:rFonts w:cs="Times New Roman"/>
      <w:sz w:val="20"/>
      <w:szCs w:val="20"/>
    </w:rPr>
  </w:style>
  <w:style w:type="table" w:styleId="Grigliatabella">
    <w:name w:val="Table Grid"/>
    <w:basedOn w:val="Tabellanormale"/>
    <w:uiPriority w:val="59"/>
    <w:rsid w:val="005863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D66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E6800"/>
    <w:pPr>
      <w:ind w:left="720"/>
      <w:contextualSpacing/>
    </w:pPr>
  </w:style>
  <w:style w:type="character" w:customStyle="1" w:styleId="apple-converted-space">
    <w:name w:val="apple-converted-space"/>
    <w:rsid w:val="005837A9"/>
    <w:rPr>
      <w:rFonts w:cs="Times New Roman"/>
    </w:rPr>
  </w:style>
  <w:style w:type="character" w:styleId="Enfasigrassetto">
    <w:name w:val="Strong"/>
    <w:uiPriority w:val="22"/>
    <w:qFormat/>
    <w:rsid w:val="00A53251"/>
    <w:rPr>
      <w:rFonts w:cs="Times New Roman"/>
      <w:b/>
      <w:bCs/>
    </w:rPr>
  </w:style>
  <w:style w:type="paragraph" w:customStyle="1" w:styleId="Standard">
    <w:name w:val="Standard"/>
    <w:uiPriority w:val="99"/>
    <w:rsid w:val="00756057"/>
    <w:pPr>
      <w:suppressAutoHyphens/>
      <w:autoSpaceDN w:val="0"/>
    </w:pPr>
    <w:rPr>
      <w:kern w:val="3"/>
      <w:sz w:val="24"/>
      <w:szCs w:val="24"/>
      <w:lang w:eastAsia="zh-CN"/>
    </w:rPr>
  </w:style>
  <w:style w:type="paragraph" w:styleId="Nessunaspaziatura">
    <w:name w:val="No Spacing"/>
    <w:uiPriority w:val="99"/>
    <w:qFormat/>
    <w:rsid w:val="003E5385"/>
    <w:rPr>
      <w:rFonts w:ascii="Calibri" w:hAnsi="Calibri"/>
      <w:sz w:val="22"/>
      <w:szCs w:val="22"/>
      <w:lang w:eastAsia="en-US"/>
    </w:rPr>
  </w:style>
  <w:style w:type="paragraph" w:customStyle="1" w:styleId="Textbody">
    <w:name w:val="Text body"/>
    <w:basedOn w:val="Standard"/>
    <w:uiPriority w:val="99"/>
    <w:rsid w:val="003E5385"/>
    <w:pPr>
      <w:widowControl w:val="0"/>
      <w:spacing w:after="120"/>
      <w:textAlignment w:val="baseline"/>
    </w:pPr>
    <w:rPr>
      <w:rFonts w:cs="Tahoma"/>
      <w:lang w:val="de-DE" w:eastAsia="ja-JP" w:bidi="fa-IR"/>
    </w:rPr>
  </w:style>
  <w:style w:type="paragraph" w:styleId="Corpodeltesto3">
    <w:name w:val="Body Text 3"/>
    <w:basedOn w:val="Normale"/>
    <w:link w:val="Corpodeltesto3Carattere"/>
    <w:rsid w:val="00106C89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106C89"/>
    <w:rPr>
      <w:sz w:val="16"/>
      <w:szCs w:val="16"/>
    </w:rPr>
  </w:style>
  <w:style w:type="paragraph" w:styleId="Titolo">
    <w:name w:val="Title"/>
    <w:basedOn w:val="Normale"/>
    <w:link w:val="TitoloCarattere"/>
    <w:qFormat/>
    <w:locked/>
    <w:rsid w:val="00FA0CED"/>
    <w:pPr>
      <w:widowControl w:val="0"/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TitoloCarattere">
    <w:name w:val="Titolo Carattere"/>
    <w:link w:val="Titolo"/>
    <w:rsid w:val="00FA0CED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B9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F6B96"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F6B96"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F6B96"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F6B96"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F6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86336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86336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86336B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86336B"/>
    <w:rPr>
      <w:rFonts w:ascii="Calibri" w:hAnsi="Calibri" w:cs="Times New Roman"/>
      <w:b/>
      <w:bCs/>
      <w:sz w:val="28"/>
      <w:szCs w:val="28"/>
    </w:rPr>
  </w:style>
  <w:style w:type="character" w:customStyle="1" w:styleId="Titolo6Carattere">
    <w:name w:val="Titolo 6 Carattere"/>
    <w:link w:val="Titolo6"/>
    <w:uiPriority w:val="99"/>
    <w:semiHidden/>
    <w:locked/>
    <w:rsid w:val="0086336B"/>
    <w:rPr>
      <w:rFonts w:ascii="Calibri" w:hAnsi="Calibri" w:cs="Times New Roman"/>
      <w:b/>
      <w:bCs/>
    </w:rPr>
  </w:style>
  <w:style w:type="paragraph" w:styleId="Intestazione">
    <w:name w:val="header"/>
    <w:basedOn w:val="Normale"/>
    <w:link w:val="IntestazioneCarattere"/>
    <w:uiPriority w:val="99"/>
    <w:rsid w:val="001F6B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86336B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rsid w:val="001F6B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B0EE7"/>
    <w:rPr>
      <w:rFonts w:cs="Times New Roman"/>
      <w:sz w:val="24"/>
    </w:rPr>
  </w:style>
  <w:style w:type="character" w:styleId="Collegamentoipertestuale">
    <w:name w:val="Hyperlink"/>
    <w:uiPriority w:val="99"/>
    <w:rsid w:val="001F6B96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1F6B96"/>
    <w:pPr>
      <w:ind w:firstLine="851"/>
      <w:jc w:val="both"/>
    </w:pPr>
    <w:rPr>
      <w:sz w:val="28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86336B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1F6B9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1F6B96"/>
    <w:pPr>
      <w:tabs>
        <w:tab w:val="center" w:pos="5954"/>
      </w:tabs>
      <w:ind w:left="5954"/>
      <w:jc w:val="both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86336B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1F6B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6336B"/>
    <w:rPr>
      <w:rFonts w:cs="Times New Roman"/>
      <w:sz w:val="2"/>
    </w:rPr>
  </w:style>
  <w:style w:type="paragraph" w:styleId="Corpotesto">
    <w:name w:val="Body Text"/>
    <w:basedOn w:val="Normale"/>
    <w:link w:val="CorpotestoCarattere"/>
    <w:uiPriority w:val="99"/>
    <w:rsid w:val="001F6B96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locked/>
    <w:rsid w:val="0086336B"/>
    <w:rPr>
      <w:rFonts w:cs="Times New Roman"/>
      <w:sz w:val="20"/>
      <w:szCs w:val="20"/>
    </w:rPr>
  </w:style>
  <w:style w:type="paragraph" w:customStyle="1" w:styleId="Corpodeltesto21">
    <w:name w:val="Corpo del testo 21"/>
    <w:basedOn w:val="Normale"/>
    <w:uiPriority w:val="99"/>
    <w:rsid w:val="001F6B96"/>
    <w:pPr>
      <w:jc w:val="both"/>
    </w:pPr>
  </w:style>
  <w:style w:type="character" w:customStyle="1" w:styleId="Collegamentoipertestuale1">
    <w:name w:val="Collegamento ipertestuale1"/>
    <w:uiPriority w:val="99"/>
    <w:rsid w:val="001F6B96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1F6B96"/>
    <w:pPr>
      <w:tabs>
        <w:tab w:val="left" w:pos="567"/>
      </w:tabs>
      <w:jc w:val="both"/>
    </w:pPr>
    <w:rPr>
      <w:bCs/>
      <w:sz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86336B"/>
    <w:rPr>
      <w:rFonts w:cs="Times New Roman"/>
      <w:sz w:val="20"/>
      <w:szCs w:val="20"/>
    </w:rPr>
  </w:style>
  <w:style w:type="table" w:styleId="Grigliatabella">
    <w:name w:val="Table Grid"/>
    <w:basedOn w:val="Tabellanormale"/>
    <w:uiPriority w:val="59"/>
    <w:rsid w:val="005863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D66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E6800"/>
    <w:pPr>
      <w:ind w:left="720"/>
      <w:contextualSpacing/>
    </w:pPr>
  </w:style>
  <w:style w:type="character" w:customStyle="1" w:styleId="apple-converted-space">
    <w:name w:val="apple-converted-space"/>
    <w:rsid w:val="005837A9"/>
    <w:rPr>
      <w:rFonts w:cs="Times New Roman"/>
    </w:rPr>
  </w:style>
  <w:style w:type="character" w:styleId="Enfasigrassetto">
    <w:name w:val="Strong"/>
    <w:uiPriority w:val="22"/>
    <w:qFormat/>
    <w:rsid w:val="00A53251"/>
    <w:rPr>
      <w:rFonts w:cs="Times New Roman"/>
      <w:b/>
      <w:bCs/>
    </w:rPr>
  </w:style>
  <w:style w:type="paragraph" w:customStyle="1" w:styleId="Standard">
    <w:name w:val="Standard"/>
    <w:uiPriority w:val="99"/>
    <w:rsid w:val="00756057"/>
    <w:pPr>
      <w:suppressAutoHyphens/>
      <w:autoSpaceDN w:val="0"/>
    </w:pPr>
    <w:rPr>
      <w:kern w:val="3"/>
      <w:sz w:val="24"/>
      <w:szCs w:val="24"/>
      <w:lang w:eastAsia="zh-CN"/>
    </w:rPr>
  </w:style>
  <w:style w:type="paragraph" w:styleId="Nessunaspaziatura">
    <w:name w:val="No Spacing"/>
    <w:uiPriority w:val="99"/>
    <w:qFormat/>
    <w:rsid w:val="003E5385"/>
    <w:rPr>
      <w:rFonts w:ascii="Calibri" w:hAnsi="Calibri"/>
      <w:sz w:val="22"/>
      <w:szCs w:val="22"/>
      <w:lang w:eastAsia="en-US"/>
    </w:rPr>
  </w:style>
  <w:style w:type="paragraph" w:customStyle="1" w:styleId="Textbody">
    <w:name w:val="Text body"/>
    <w:basedOn w:val="Standard"/>
    <w:uiPriority w:val="99"/>
    <w:rsid w:val="003E5385"/>
    <w:pPr>
      <w:widowControl w:val="0"/>
      <w:spacing w:after="120"/>
      <w:textAlignment w:val="baseline"/>
    </w:pPr>
    <w:rPr>
      <w:rFonts w:cs="Tahoma"/>
      <w:lang w:val="de-DE" w:eastAsia="ja-JP" w:bidi="fa-IR"/>
    </w:rPr>
  </w:style>
  <w:style w:type="paragraph" w:styleId="Corpodeltesto3">
    <w:name w:val="Body Text 3"/>
    <w:basedOn w:val="Normale"/>
    <w:link w:val="Corpodeltesto3Carattere"/>
    <w:rsid w:val="00106C89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106C89"/>
    <w:rPr>
      <w:sz w:val="16"/>
      <w:szCs w:val="16"/>
    </w:rPr>
  </w:style>
  <w:style w:type="paragraph" w:styleId="Titolo">
    <w:name w:val="Title"/>
    <w:basedOn w:val="Normale"/>
    <w:link w:val="TitoloCarattere"/>
    <w:qFormat/>
    <w:locked/>
    <w:rsid w:val="00FA0CED"/>
    <w:pPr>
      <w:widowControl w:val="0"/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TitoloCarattere">
    <w:name w:val="Titolo Carattere"/>
    <w:link w:val="Titolo"/>
    <w:rsid w:val="00FA0CED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1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54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5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54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fisicamarche@istruzione.it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rafina.olmo@istruzione.i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rezione-marche@istruzione.it" TargetMode="External"/><Relationship Id="rId2" Type="http://schemas.openxmlformats.org/officeDocument/2006/relationships/hyperlink" Target="mailto:drma@postacert.istruzione.it" TargetMode="External"/><Relationship Id="rId1" Type="http://schemas.openxmlformats.org/officeDocument/2006/relationships/hyperlink" Target="mailto:marco.petrini@istruzione.it" TargetMode="External"/><Relationship Id="rId4" Type="http://schemas.openxmlformats.org/officeDocument/2006/relationships/hyperlink" Target="http://www.marche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m2671\Desktop\MODELLO%20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USR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Michelangela</dc:creator>
  <cp:lastModifiedBy>Administrator</cp:lastModifiedBy>
  <cp:revision>2</cp:revision>
  <cp:lastPrinted>2016-12-20T12:44:00Z</cp:lastPrinted>
  <dcterms:created xsi:type="dcterms:W3CDTF">2019-03-08T17:46:00Z</dcterms:created>
  <dcterms:modified xsi:type="dcterms:W3CDTF">2019-03-08T17:46:00Z</dcterms:modified>
</cp:coreProperties>
</file>